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120BAF56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51344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66A1BF65" w14:textId="77777777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2020</w:t>
      </w:r>
      <w:r w:rsidR="00025A56" w:rsidRPr="00C51344">
        <w:rPr>
          <w:rFonts w:ascii="Corbel" w:hAnsi="Corbel"/>
          <w:sz w:val="20"/>
          <w:szCs w:val="20"/>
        </w:rPr>
        <w:t>/2021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6CFE472C" w:rsidR="0085747A" w:rsidRPr="00C51344" w:rsidRDefault="00952D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49DF773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6CA1E57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Elementy składowe szeregów czasowych. Modelowanie i prognozowanie zjawisk sezonowych. Stacjonarność, integracja i kointegracja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wielorównaniowe</w:t>
            </w:r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Shapiro-Wilka, test Z. Hellwiga), stałości w czasie wariancji odchyleń losowych (test Goldfelda-Quandta).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>realizowany przy pomocy platformy MS Teams</w:t>
      </w:r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17DA6357" w14:textId="662E8B57" w:rsidR="00A46EDA" w:rsidRPr="00C51344" w:rsidRDefault="00A46EDA" w:rsidP="00A118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00A1187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00A11871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6CD4D787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niekontaktowe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7F7A996E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Difin,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5FA9F" w14:textId="77777777" w:rsidR="005D45D2" w:rsidRDefault="005D45D2" w:rsidP="00C16ABF">
      <w:pPr>
        <w:spacing w:after="0" w:line="240" w:lineRule="auto"/>
      </w:pPr>
      <w:r>
        <w:separator/>
      </w:r>
    </w:p>
  </w:endnote>
  <w:endnote w:type="continuationSeparator" w:id="0">
    <w:p w14:paraId="5BC269FB" w14:textId="77777777" w:rsidR="005D45D2" w:rsidRDefault="005D45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69B18" w14:textId="77777777" w:rsidR="005D45D2" w:rsidRDefault="005D45D2" w:rsidP="00C16ABF">
      <w:pPr>
        <w:spacing w:after="0" w:line="240" w:lineRule="auto"/>
      </w:pPr>
      <w:r>
        <w:separator/>
      </w:r>
    </w:p>
  </w:footnote>
  <w:footnote w:type="continuationSeparator" w:id="0">
    <w:p w14:paraId="4E2108B4" w14:textId="77777777" w:rsidR="005D45D2" w:rsidRDefault="005D45D2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61A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696A"/>
    <w:rsid w:val="005D45D2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2DC1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1871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860A1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CA295-EB39-4F1C-A7A1-03384E0F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CB7D1A-5A67-4FF2-9909-2F57A0FE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1262</Words>
  <Characters>7573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2020-12-13T11:14:00Z</dcterms:created>
  <dcterms:modified xsi:type="dcterms:W3CDTF">2020-12-13T11:16:00Z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